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E41C57" w:rsidRDefault="00114D4C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Exercice 1 :</w:t>
      </w:r>
    </w:p>
    <w:p w:rsidR="00114D4C" w:rsidRPr="0078297E" w:rsidRDefault="00114D4C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>Recopie les nombres en espaçant correctement les classes :</w:t>
      </w:r>
    </w:p>
    <w:p w:rsidR="00114D4C" w:rsidRDefault="00114D4C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158908498</w:t>
      </w:r>
      <w:r w:rsidR="00E41C57">
        <w:rPr>
          <w:rFonts w:ascii="Arial" w:hAnsi="Arial" w:cs="Arial"/>
          <w:sz w:val="28"/>
        </w:rPr>
        <w:t> : _________________________</w:t>
      </w:r>
    </w:p>
    <w:p w:rsidR="00E41C57" w:rsidRDefault="00114D4C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685925840</w:t>
      </w:r>
      <w:r w:rsidR="00E41C57">
        <w:rPr>
          <w:rFonts w:ascii="Arial" w:hAnsi="Arial" w:cs="Arial"/>
          <w:sz w:val="28"/>
        </w:rPr>
        <w:t> : _________________________</w:t>
      </w:r>
    </w:p>
    <w:p w:rsidR="00114D4C" w:rsidRPr="00E41C57" w:rsidRDefault="00114D4C" w:rsidP="00E41C57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2 : </w:t>
      </w:r>
    </w:p>
    <w:p w:rsidR="00114D4C" w:rsidRPr="0078297E" w:rsidRDefault="00114D4C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>Ecris en chiffres </w:t>
      </w:r>
      <w:r w:rsidR="00E41C57" w:rsidRPr="0078297E">
        <w:rPr>
          <w:rFonts w:ascii="Arial" w:hAnsi="Arial" w:cs="Arial"/>
          <w:b/>
          <w:sz w:val="24"/>
        </w:rPr>
        <w:t xml:space="preserve"> dans le tableau : </w:t>
      </w:r>
    </w:p>
    <w:p w:rsidR="00114D4C" w:rsidRDefault="00114D4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Onze-millions-quarante-cinq-mille-neuf-cent-un </w:t>
      </w:r>
    </w:p>
    <w:p w:rsidR="00E41C57" w:rsidRDefault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Sept-milliards-deux-cent-quatre-vingt-deux-millions</w:t>
      </w:r>
    </w:p>
    <w:p w:rsidR="00E41C57" w:rsidRDefault="00E41C57">
      <w:pPr>
        <w:rPr>
          <w:rFonts w:ascii="Arial" w:hAnsi="Arial" w:cs="Arial"/>
          <w:sz w:val="28"/>
        </w:rPr>
      </w:pPr>
      <w:r w:rsidRPr="00E41C57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1BFCFC" wp14:editId="4BC511B5">
            <wp:extent cx="4664075" cy="1432430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4959" cy="144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97E" w:rsidRPr="00E41C57" w:rsidRDefault="0078297E" w:rsidP="0078297E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41C57">
        <w:rPr>
          <w:rFonts w:ascii="Arial" w:hAnsi="Arial" w:cs="Arial"/>
          <w:b/>
          <w:sz w:val="28"/>
        </w:rPr>
        <w:t xml:space="preserve"> : </w:t>
      </w:r>
    </w:p>
    <w:p w:rsidR="0078297E" w:rsidRPr="0078297E" w:rsidRDefault="0078297E" w:rsidP="0078297E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>Ecris le nombre correspondant</w:t>
      </w:r>
      <w:r w:rsidRPr="0078297E">
        <w:rPr>
          <w:rFonts w:ascii="Arial" w:hAnsi="Arial" w:cs="Arial"/>
          <w:b/>
          <w:sz w:val="24"/>
        </w:rPr>
        <w:t xml:space="preserve"> : </w:t>
      </w:r>
    </w:p>
    <w:p w:rsidR="00114D4C" w:rsidRDefault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 unités et 9 dixièmes : …</w:t>
      </w:r>
    </w:p>
    <w:p w:rsidR="0078297E" w:rsidRDefault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 unités, 4 dixièmes et 5 centièmes : …</w:t>
      </w:r>
    </w:p>
    <w:p w:rsidR="0078297E" w:rsidRDefault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 unité et 25 centièmes : …</w:t>
      </w:r>
    </w:p>
    <w:p w:rsidR="0078297E" w:rsidRDefault="0078297E">
      <w:pPr>
        <w:rPr>
          <w:rFonts w:ascii="Arial" w:hAnsi="Arial" w:cs="Arial"/>
          <w:sz w:val="28"/>
        </w:rPr>
      </w:pPr>
    </w:p>
    <w:p w:rsidR="0078297E" w:rsidRPr="00E41C57" w:rsidRDefault="0078297E" w:rsidP="0078297E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Exercice 1 :</w:t>
      </w:r>
    </w:p>
    <w:p w:rsidR="0078297E" w:rsidRPr="0078297E" w:rsidRDefault="0078297E" w:rsidP="0078297E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>Recopie les nombres en espaçant correctement les classes :</w:t>
      </w:r>
    </w:p>
    <w:p w:rsidR="0078297E" w:rsidRDefault="0078297E" w:rsidP="0078297E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158908498 : _________________________</w:t>
      </w:r>
    </w:p>
    <w:p w:rsidR="0078297E" w:rsidRDefault="0078297E" w:rsidP="0078297E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685925840 : _________________________</w:t>
      </w:r>
    </w:p>
    <w:p w:rsidR="0078297E" w:rsidRPr="00E41C57" w:rsidRDefault="0078297E" w:rsidP="0078297E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2 : </w:t>
      </w:r>
    </w:p>
    <w:p w:rsidR="0078297E" w:rsidRPr="0078297E" w:rsidRDefault="0078297E" w:rsidP="0078297E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 xml:space="preserve">Ecris en </w:t>
      </w:r>
      <w:proofErr w:type="gramStart"/>
      <w:r w:rsidRPr="0078297E">
        <w:rPr>
          <w:rFonts w:ascii="Arial" w:hAnsi="Arial" w:cs="Arial"/>
          <w:b/>
          <w:sz w:val="24"/>
        </w:rPr>
        <w:t>chiffres  dans</w:t>
      </w:r>
      <w:proofErr w:type="gramEnd"/>
      <w:r w:rsidRPr="0078297E">
        <w:rPr>
          <w:rFonts w:ascii="Arial" w:hAnsi="Arial" w:cs="Arial"/>
          <w:b/>
          <w:sz w:val="24"/>
        </w:rPr>
        <w:t xml:space="preserve"> le tableau : </w:t>
      </w:r>
    </w:p>
    <w:p w:rsidR="0078297E" w:rsidRDefault="0078297E" w:rsidP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Onze-millions-quarante-cinq-mille-neuf-cent-un </w:t>
      </w:r>
    </w:p>
    <w:p w:rsidR="0078297E" w:rsidRDefault="0078297E" w:rsidP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Sept-milliards-deux-cent-quatre-vingt-deux-millions</w:t>
      </w:r>
    </w:p>
    <w:p w:rsidR="0078297E" w:rsidRDefault="0078297E" w:rsidP="0078297E">
      <w:pPr>
        <w:rPr>
          <w:rFonts w:ascii="Arial" w:hAnsi="Arial" w:cs="Arial"/>
          <w:sz w:val="28"/>
        </w:rPr>
      </w:pPr>
      <w:r w:rsidRPr="00E41C57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437B100" wp14:editId="678E0498">
            <wp:extent cx="4664075" cy="143243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4959" cy="144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97E" w:rsidRPr="00E41C57" w:rsidRDefault="0078297E" w:rsidP="0078297E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41C57">
        <w:rPr>
          <w:rFonts w:ascii="Arial" w:hAnsi="Arial" w:cs="Arial"/>
          <w:b/>
          <w:sz w:val="28"/>
        </w:rPr>
        <w:t xml:space="preserve"> : </w:t>
      </w:r>
    </w:p>
    <w:p w:rsidR="0078297E" w:rsidRPr="0078297E" w:rsidRDefault="0078297E" w:rsidP="0078297E">
      <w:pPr>
        <w:rPr>
          <w:rFonts w:ascii="Arial" w:hAnsi="Arial" w:cs="Arial"/>
          <w:b/>
          <w:sz w:val="24"/>
        </w:rPr>
      </w:pPr>
      <w:r w:rsidRPr="0078297E">
        <w:rPr>
          <w:rFonts w:ascii="Arial" w:hAnsi="Arial" w:cs="Arial"/>
          <w:b/>
          <w:sz w:val="24"/>
        </w:rPr>
        <w:t xml:space="preserve">Ecris le nombre correspondant : </w:t>
      </w:r>
    </w:p>
    <w:p w:rsidR="0078297E" w:rsidRDefault="0078297E" w:rsidP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 unités et 9 dixièmes : …</w:t>
      </w:r>
    </w:p>
    <w:p w:rsidR="0078297E" w:rsidRDefault="0078297E" w:rsidP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 unités, 4 dixièmes et 5 centièmes : …</w:t>
      </w:r>
    </w:p>
    <w:p w:rsidR="0078297E" w:rsidRPr="007E024D" w:rsidRDefault="0078297E" w:rsidP="007829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 unité et 25 centièmes : …</w:t>
      </w:r>
    </w:p>
    <w:p w:rsidR="0078297E" w:rsidRPr="007E024D" w:rsidRDefault="0078297E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78297E" w:rsidRPr="007E024D" w:rsidSect="00114D4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D4C"/>
    <w:rsid w:val="000B75F2"/>
    <w:rsid w:val="00114D4C"/>
    <w:rsid w:val="001D645B"/>
    <w:rsid w:val="005175A3"/>
    <w:rsid w:val="005F7238"/>
    <w:rsid w:val="0078297E"/>
    <w:rsid w:val="007E024D"/>
    <w:rsid w:val="00A67E6A"/>
    <w:rsid w:val="00E4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39EC"/>
  <w15:chartTrackingRefBased/>
  <w15:docId w15:val="{A498FCC8-53A2-4776-95EE-7C5C38B1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2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9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2016-09-11T14:50:00Z</dcterms:created>
  <dcterms:modified xsi:type="dcterms:W3CDTF">2019-05-01T06:50:00Z</dcterms:modified>
</cp:coreProperties>
</file>